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0F7C4D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F7C4D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F7C4D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F7C4D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F7C4D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F7C4D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0F7C4D">
            <w:pPr>
              <w:pStyle w:val="CUSTOMHeaderText"/>
            </w:pPr>
          </w:p>
        </w:tc>
      </w:tr>
      <w:tr w:rsidR="00575A29" w:rsidTr="00517ED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0F7C4D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0F7C4D">
            <w:pPr>
              <w:pStyle w:val="CUSTOMHeaderText"/>
            </w:pPr>
          </w:p>
        </w:tc>
      </w:tr>
      <w:tr w:rsidR="00575A29" w:rsidTr="0034162D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0F7C4D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B433C6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772DA6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3307715</wp:posOffset>
                      </wp:positionH>
                      <wp:positionV relativeFrom="paragraph">
                        <wp:posOffset>4820285</wp:posOffset>
                      </wp:positionV>
                      <wp:extent cx="139700" cy="63500"/>
                      <wp:effectExtent l="9525" t="9525" r="12700" b="12700"/>
                      <wp:wrapNone/>
                      <wp:docPr id="138" name="Freeform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9700" cy="63500"/>
                              </a:xfrm>
                              <a:custGeom>
                                <a:avLst/>
                                <a:gdLst>
                                  <a:gd name="T0" fmla="*/ 0 w 220"/>
                                  <a:gd name="T1" fmla="*/ 0 h 100"/>
                                  <a:gd name="T2" fmla="*/ 220 w 220"/>
                                  <a:gd name="T3" fmla="*/ 100 h 1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220" h="100">
                                    <a:moveTo>
                                      <a:pt x="0" y="0"/>
                                    </a:moveTo>
                                    <a:cubicBezTo>
                                      <a:pt x="77" y="58"/>
                                      <a:pt x="124" y="100"/>
                                      <a:pt x="220" y="100"/>
                                    </a:cubicBezTo>
                                  </a:path>
                                </a:pathLst>
                              </a:cu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id="Freeform 31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260.45pt,379.55pt" control1="264.3pt,382.45pt" control2="266.65pt,384.55pt" to="271.45pt,384.55pt" coordsize="22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" filled="f" strokecolor="red" strokeweight="1.25pt">
                      <v:path arrowok="t" o:connecttype="custom" o:connectlocs="0,0;139700,63500" o:connectangles="0,0"/>
                    </v:curv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3244215</wp:posOffset>
                      </wp:positionH>
                      <wp:positionV relativeFrom="paragraph">
                        <wp:posOffset>3086735</wp:posOffset>
                      </wp:positionV>
                      <wp:extent cx="97155" cy="457200"/>
                      <wp:effectExtent l="12700" t="9525" r="13970" b="9525"/>
                      <wp:wrapNone/>
                      <wp:docPr id="137" name="Freeform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7155" cy="457200"/>
                              </a:xfrm>
                              <a:custGeom>
                                <a:avLst/>
                                <a:gdLst>
                                  <a:gd name="T0" fmla="*/ 103 w 153"/>
                                  <a:gd name="T1" fmla="*/ 0 h 720"/>
                                  <a:gd name="T2" fmla="*/ 83 w 153"/>
                                  <a:gd name="T3" fmla="*/ 290 h 720"/>
                                  <a:gd name="T4" fmla="*/ 123 w 153"/>
                                  <a:gd name="T5" fmla="*/ 550 h 720"/>
                                  <a:gd name="T6" fmla="*/ 153 w 153"/>
                                  <a:gd name="T7" fmla="*/ 720 h 7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53" h="720">
                                    <a:moveTo>
                                      <a:pt x="103" y="0"/>
                                    </a:moveTo>
                                    <a:cubicBezTo>
                                      <a:pt x="0" y="34"/>
                                      <a:pt x="79" y="238"/>
                                      <a:pt x="83" y="290"/>
                                    </a:cubicBezTo>
                                    <a:cubicBezTo>
                                      <a:pt x="91" y="379"/>
                                      <a:pt x="105" y="462"/>
                                      <a:pt x="123" y="550"/>
                                    </a:cubicBezTo>
                                    <a:cubicBezTo>
                                      <a:pt x="140" y="635"/>
                                      <a:pt x="153" y="629"/>
                                      <a:pt x="153" y="720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0" o:spid="_x0000_s1026" style="position:absolute;margin-left:255.45pt;margin-top:243.05pt;width:7.65pt;height:3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3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" path="m103,c,34,79,238,83,290v8,89,22,172,40,260c140,635,153,629,153,720e" filled="f" strokeweight="1.5pt">
                      <v:path arrowok="t" o:connecttype="custom" o:connectlocs="65405,0;52705,184150;78105,349250;97155,457200" o:connectangles="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3096260</wp:posOffset>
                      </wp:positionH>
                      <wp:positionV relativeFrom="paragraph">
                        <wp:posOffset>3172460</wp:posOffset>
                      </wp:positionV>
                      <wp:extent cx="186055" cy="1408430"/>
                      <wp:effectExtent l="17145" t="9525" r="15875" b="10795"/>
                      <wp:wrapNone/>
                      <wp:docPr id="136" name="Freeform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6055" cy="1408430"/>
                              </a:xfrm>
                              <a:custGeom>
                                <a:avLst/>
                                <a:gdLst>
                                  <a:gd name="T0" fmla="*/ 195 w 293"/>
                                  <a:gd name="T1" fmla="*/ 0 h 2218"/>
                                  <a:gd name="T2" fmla="*/ 225 w 293"/>
                                  <a:gd name="T3" fmla="*/ 135 h 2218"/>
                                  <a:gd name="T4" fmla="*/ 218 w 293"/>
                                  <a:gd name="T5" fmla="*/ 308 h 2218"/>
                                  <a:gd name="T6" fmla="*/ 195 w 293"/>
                                  <a:gd name="T7" fmla="*/ 330 h 2218"/>
                                  <a:gd name="T8" fmla="*/ 150 w 293"/>
                                  <a:gd name="T9" fmla="*/ 420 h 2218"/>
                                  <a:gd name="T10" fmla="*/ 98 w 293"/>
                                  <a:gd name="T11" fmla="*/ 540 h 2218"/>
                                  <a:gd name="T12" fmla="*/ 60 w 293"/>
                                  <a:gd name="T13" fmla="*/ 615 h 2218"/>
                                  <a:gd name="T14" fmla="*/ 8 w 293"/>
                                  <a:gd name="T15" fmla="*/ 773 h 2218"/>
                                  <a:gd name="T16" fmla="*/ 23 w 293"/>
                                  <a:gd name="T17" fmla="*/ 983 h 2218"/>
                                  <a:gd name="T18" fmla="*/ 45 w 293"/>
                                  <a:gd name="T19" fmla="*/ 1050 h 2218"/>
                                  <a:gd name="T20" fmla="*/ 53 w 293"/>
                                  <a:gd name="T21" fmla="*/ 1073 h 2218"/>
                                  <a:gd name="T22" fmla="*/ 83 w 293"/>
                                  <a:gd name="T23" fmla="*/ 1463 h 2218"/>
                                  <a:gd name="T24" fmla="*/ 120 w 293"/>
                                  <a:gd name="T25" fmla="*/ 1605 h 2218"/>
                                  <a:gd name="T26" fmla="*/ 143 w 293"/>
                                  <a:gd name="T27" fmla="*/ 1830 h 2218"/>
                                  <a:gd name="T28" fmla="*/ 195 w 293"/>
                                  <a:gd name="T29" fmla="*/ 2070 h 2218"/>
                                  <a:gd name="T30" fmla="*/ 255 w 293"/>
                                  <a:gd name="T31" fmla="*/ 2198 h 2218"/>
                                  <a:gd name="T32" fmla="*/ 240 w 293"/>
                                  <a:gd name="T33" fmla="*/ 2078 h 2218"/>
                                  <a:gd name="T34" fmla="*/ 218 w 293"/>
                                  <a:gd name="T35" fmla="*/ 2033 h 2218"/>
                                  <a:gd name="T36" fmla="*/ 195 w 293"/>
                                  <a:gd name="T37" fmla="*/ 1935 h 2218"/>
                                  <a:gd name="T38" fmla="*/ 165 w 293"/>
                                  <a:gd name="T39" fmla="*/ 1530 h 2218"/>
                                  <a:gd name="T40" fmla="*/ 120 w 293"/>
                                  <a:gd name="T41" fmla="*/ 1275 h 2218"/>
                                  <a:gd name="T42" fmla="*/ 98 w 293"/>
                                  <a:gd name="T43" fmla="*/ 1125 h 2218"/>
                                  <a:gd name="T44" fmla="*/ 83 w 293"/>
                                  <a:gd name="T45" fmla="*/ 1005 h 2218"/>
                                  <a:gd name="T46" fmla="*/ 108 w 293"/>
                                  <a:gd name="T47" fmla="*/ 690 h 2218"/>
                                  <a:gd name="T48" fmla="*/ 168 w 293"/>
                                  <a:gd name="T49" fmla="*/ 615 h 2218"/>
                                  <a:gd name="T50" fmla="*/ 225 w 293"/>
                                  <a:gd name="T51" fmla="*/ 540 h 2218"/>
                                  <a:gd name="T52" fmla="*/ 270 w 293"/>
                                  <a:gd name="T53" fmla="*/ 495 h 2218"/>
                                  <a:gd name="T54" fmla="*/ 293 w 293"/>
                                  <a:gd name="T55" fmla="*/ 465 h 22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</a:cxnLst>
                                <a:rect l="0" t="0" r="r" b="b"/>
                                <a:pathLst>
                                  <a:path w="293" h="2218">
                                    <a:moveTo>
                                      <a:pt x="195" y="0"/>
                                    </a:moveTo>
                                    <a:cubicBezTo>
                                      <a:pt x="202" y="64"/>
                                      <a:pt x="216" y="77"/>
                                      <a:pt x="225" y="135"/>
                                    </a:cubicBezTo>
                                    <a:cubicBezTo>
                                      <a:pt x="223" y="193"/>
                                      <a:pt x="227" y="251"/>
                                      <a:pt x="218" y="308"/>
                                    </a:cubicBezTo>
                                    <a:cubicBezTo>
                                      <a:pt x="216" y="318"/>
                                      <a:pt x="201" y="321"/>
                                      <a:pt x="195" y="330"/>
                                    </a:cubicBezTo>
                                    <a:cubicBezTo>
                                      <a:pt x="177" y="357"/>
                                      <a:pt x="169" y="392"/>
                                      <a:pt x="150" y="420"/>
                                    </a:cubicBezTo>
                                    <a:cubicBezTo>
                                      <a:pt x="139" y="467"/>
                                      <a:pt x="132" y="506"/>
                                      <a:pt x="98" y="540"/>
                                    </a:cubicBezTo>
                                    <a:cubicBezTo>
                                      <a:pt x="88" y="568"/>
                                      <a:pt x="71" y="588"/>
                                      <a:pt x="60" y="615"/>
                                    </a:cubicBezTo>
                                    <a:cubicBezTo>
                                      <a:pt x="39" y="665"/>
                                      <a:pt x="24" y="721"/>
                                      <a:pt x="8" y="773"/>
                                    </a:cubicBezTo>
                                    <a:cubicBezTo>
                                      <a:pt x="12" y="887"/>
                                      <a:pt x="0" y="908"/>
                                      <a:pt x="23" y="983"/>
                                    </a:cubicBezTo>
                                    <a:cubicBezTo>
                                      <a:pt x="30" y="1005"/>
                                      <a:pt x="38" y="1028"/>
                                      <a:pt x="45" y="1050"/>
                                    </a:cubicBezTo>
                                    <a:cubicBezTo>
                                      <a:pt x="48" y="1058"/>
                                      <a:pt x="53" y="1073"/>
                                      <a:pt x="53" y="1073"/>
                                    </a:cubicBezTo>
                                    <a:cubicBezTo>
                                      <a:pt x="56" y="1171"/>
                                      <a:pt x="45" y="1353"/>
                                      <a:pt x="83" y="1463"/>
                                    </a:cubicBezTo>
                                    <a:cubicBezTo>
                                      <a:pt x="91" y="1512"/>
                                      <a:pt x="109" y="1557"/>
                                      <a:pt x="120" y="1605"/>
                                    </a:cubicBezTo>
                                    <a:cubicBezTo>
                                      <a:pt x="126" y="1718"/>
                                      <a:pt x="127" y="1742"/>
                                      <a:pt x="143" y="1830"/>
                                    </a:cubicBezTo>
                                    <a:cubicBezTo>
                                      <a:pt x="149" y="1907"/>
                                      <a:pt x="149" y="2003"/>
                                      <a:pt x="195" y="2070"/>
                                    </a:cubicBezTo>
                                    <a:cubicBezTo>
                                      <a:pt x="201" y="2173"/>
                                      <a:pt x="170" y="2218"/>
                                      <a:pt x="255" y="2198"/>
                                    </a:cubicBezTo>
                                    <a:cubicBezTo>
                                      <a:pt x="270" y="2156"/>
                                      <a:pt x="265" y="2115"/>
                                      <a:pt x="240" y="2078"/>
                                    </a:cubicBezTo>
                                    <a:cubicBezTo>
                                      <a:pt x="217" y="2002"/>
                                      <a:pt x="253" y="2111"/>
                                      <a:pt x="218" y="2033"/>
                                    </a:cubicBezTo>
                                    <a:cubicBezTo>
                                      <a:pt x="204" y="2002"/>
                                      <a:pt x="202" y="1968"/>
                                      <a:pt x="195" y="1935"/>
                                    </a:cubicBezTo>
                                    <a:cubicBezTo>
                                      <a:pt x="186" y="1800"/>
                                      <a:pt x="193" y="1663"/>
                                      <a:pt x="165" y="1530"/>
                                    </a:cubicBezTo>
                                    <a:cubicBezTo>
                                      <a:pt x="159" y="1446"/>
                                      <a:pt x="148" y="1355"/>
                                      <a:pt x="120" y="1275"/>
                                    </a:cubicBezTo>
                                    <a:cubicBezTo>
                                      <a:pt x="115" y="1223"/>
                                      <a:pt x="105" y="1176"/>
                                      <a:pt x="98" y="1125"/>
                                    </a:cubicBezTo>
                                    <a:cubicBezTo>
                                      <a:pt x="92" y="1085"/>
                                      <a:pt x="83" y="1005"/>
                                      <a:pt x="83" y="1005"/>
                                    </a:cubicBezTo>
                                    <a:cubicBezTo>
                                      <a:pt x="87" y="876"/>
                                      <a:pt x="76" y="805"/>
                                      <a:pt x="108" y="690"/>
                                    </a:cubicBezTo>
                                    <a:cubicBezTo>
                                      <a:pt x="112" y="676"/>
                                      <a:pt x="158" y="625"/>
                                      <a:pt x="168" y="615"/>
                                    </a:cubicBezTo>
                                    <a:cubicBezTo>
                                      <a:pt x="190" y="593"/>
                                      <a:pt x="198" y="558"/>
                                      <a:pt x="225" y="540"/>
                                    </a:cubicBezTo>
                                    <a:cubicBezTo>
                                      <a:pt x="243" y="528"/>
                                      <a:pt x="270" y="495"/>
                                      <a:pt x="270" y="495"/>
                                    </a:cubicBezTo>
                                    <a:cubicBezTo>
                                      <a:pt x="280" y="468"/>
                                      <a:pt x="271" y="477"/>
                                      <a:pt x="293" y="465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9" o:spid="_x0000_s1026" style="position:absolute;margin-left:243.8pt;margin-top:249.8pt;width:14.65pt;height:110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3,2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" path="m195,v7,64,21,77,30,135c223,193,227,251,218,308v-2,10,-17,13,-23,22c177,357,169,392,150,420v-11,47,-18,86,-52,120c88,568,71,588,60,615,39,665,24,721,8,773,12,887,,908,23,983v7,22,15,45,22,67c48,1058,53,1073,53,1073v3,98,-8,280,30,390c91,1512,109,1557,120,1605v6,113,7,137,23,225c149,1907,149,2003,195,2070v6,103,-25,148,60,128c270,2156,265,2115,240,2078v-23,-76,13,33,-22,-45c204,2002,202,1968,195,1935v-9,-135,-2,-272,-30,-405c159,1446,148,1355,120,1275v-5,-52,-15,-99,-22,-150c92,1085,83,1005,83,1005,87,876,76,805,108,690v4,-14,50,-65,60,-75c190,593,198,558,225,540v18,-12,45,-45,45,-45c280,468,271,477,293,465e" filled="f" strokeweight="1.5pt">
                      <v:path arrowok="t" o:connecttype="custom" o:connectlocs="123825,0;142875,85725;138430,195580;123825,209550;95250,266700;62230,342900;38100,390525;5080,490855;14605,624205;28575,666750;33655,681355;52705,929005;76200,1019175;90805,1162050;123825,1314450;161925,1395730;152400,1319530;138430,1290955;123825,1228725;104775,971550;76200,809625;62230,714375;52705,638175;68580,438150;106680,390525;142875,342900;171450,314325;186055,295275" o:connectangles="0,0,0,0,0,0,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2983865</wp:posOffset>
                      </wp:positionH>
                      <wp:positionV relativeFrom="paragraph">
                        <wp:posOffset>3153410</wp:posOffset>
                      </wp:positionV>
                      <wp:extent cx="262255" cy="1790700"/>
                      <wp:effectExtent l="28575" t="19050" r="23495" b="19050"/>
                      <wp:wrapNone/>
                      <wp:docPr id="135" name="Freeform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2255" cy="1790700"/>
                              </a:xfrm>
                              <a:custGeom>
                                <a:avLst/>
                                <a:gdLst>
                                  <a:gd name="T0" fmla="*/ 368 w 413"/>
                                  <a:gd name="T1" fmla="*/ 0 h 2820"/>
                                  <a:gd name="T2" fmla="*/ 345 w 413"/>
                                  <a:gd name="T3" fmla="*/ 83 h 2820"/>
                                  <a:gd name="T4" fmla="*/ 248 w 413"/>
                                  <a:gd name="T5" fmla="*/ 128 h 2820"/>
                                  <a:gd name="T6" fmla="*/ 203 w 413"/>
                                  <a:gd name="T7" fmla="*/ 158 h 2820"/>
                                  <a:gd name="T8" fmla="*/ 150 w 413"/>
                                  <a:gd name="T9" fmla="*/ 233 h 2820"/>
                                  <a:gd name="T10" fmla="*/ 120 w 413"/>
                                  <a:gd name="T11" fmla="*/ 278 h 2820"/>
                                  <a:gd name="T12" fmla="*/ 60 w 413"/>
                                  <a:gd name="T13" fmla="*/ 390 h 2820"/>
                                  <a:gd name="T14" fmla="*/ 23 w 413"/>
                                  <a:gd name="T15" fmla="*/ 533 h 2820"/>
                                  <a:gd name="T16" fmla="*/ 0 w 413"/>
                                  <a:gd name="T17" fmla="*/ 668 h 2820"/>
                                  <a:gd name="T18" fmla="*/ 30 w 413"/>
                                  <a:gd name="T19" fmla="*/ 855 h 2820"/>
                                  <a:gd name="T20" fmla="*/ 68 w 413"/>
                                  <a:gd name="T21" fmla="*/ 1028 h 2820"/>
                                  <a:gd name="T22" fmla="*/ 105 w 413"/>
                                  <a:gd name="T23" fmla="*/ 1170 h 2820"/>
                                  <a:gd name="T24" fmla="*/ 143 w 413"/>
                                  <a:gd name="T25" fmla="*/ 1425 h 2820"/>
                                  <a:gd name="T26" fmla="*/ 188 w 413"/>
                                  <a:gd name="T27" fmla="*/ 1650 h 2820"/>
                                  <a:gd name="T28" fmla="*/ 218 w 413"/>
                                  <a:gd name="T29" fmla="*/ 1838 h 2820"/>
                                  <a:gd name="T30" fmla="*/ 240 w 413"/>
                                  <a:gd name="T31" fmla="*/ 1920 h 2820"/>
                                  <a:gd name="T32" fmla="*/ 270 w 413"/>
                                  <a:gd name="T33" fmla="*/ 2063 h 2820"/>
                                  <a:gd name="T34" fmla="*/ 345 w 413"/>
                                  <a:gd name="T35" fmla="*/ 2265 h 2820"/>
                                  <a:gd name="T36" fmla="*/ 368 w 413"/>
                                  <a:gd name="T37" fmla="*/ 2415 h 2820"/>
                                  <a:gd name="T38" fmla="*/ 390 w 413"/>
                                  <a:gd name="T39" fmla="*/ 2535 h 2820"/>
                                  <a:gd name="T40" fmla="*/ 413 w 413"/>
                                  <a:gd name="T41" fmla="*/ 2663 h 2820"/>
                                  <a:gd name="T42" fmla="*/ 390 w 413"/>
                                  <a:gd name="T43" fmla="*/ 2820 h 28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</a:cxnLst>
                                <a:rect l="0" t="0" r="r" b="b"/>
                                <a:pathLst>
                                  <a:path w="413" h="2820">
                                    <a:moveTo>
                                      <a:pt x="368" y="0"/>
                                    </a:moveTo>
                                    <a:cubicBezTo>
                                      <a:pt x="362" y="22"/>
                                      <a:pt x="360" y="64"/>
                                      <a:pt x="345" y="83"/>
                                    </a:cubicBezTo>
                                    <a:cubicBezTo>
                                      <a:pt x="322" y="112"/>
                                      <a:pt x="278" y="111"/>
                                      <a:pt x="248" y="128"/>
                                    </a:cubicBezTo>
                                    <a:cubicBezTo>
                                      <a:pt x="232" y="137"/>
                                      <a:pt x="218" y="148"/>
                                      <a:pt x="203" y="158"/>
                                    </a:cubicBezTo>
                                    <a:cubicBezTo>
                                      <a:pt x="178" y="175"/>
                                      <a:pt x="167" y="208"/>
                                      <a:pt x="150" y="233"/>
                                    </a:cubicBezTo>
                                    <a:cubicBezTo>
                                      <a:pt x="140" y="248"/>
                                      <a:pt x="120" y="278"/>
                                      <a:pt x="120" y="278"/>
                                    </a:cubicBezTo>
                                    <a:cubicBezTo>
                                      <a:pt x="110" y="309"/>
                                      <a:pt x="80" y="361"/>
                                      <a:pt x="60" y="390"/>
                                    </a:cubicBezTo>
                                    <a:cubicBezTo>
                                      <a:pt x="49" y="438"/>
                                      <a:pt x="32" y="485"/>
                                      <a:pt x="23" y="533"/>
                                    </a:cubicBezTo>
                                    <a:cubicBezTo>
                                      <a:pt x="15" y="578"/>
                                      <a:pt x="0" y="668"/>
                                      <a:pt x="0" y="668"/>
                                    </a:cubicBezTo>
                                    <a:cubicBezTo>
                                      <a:pt x="13" y="882"/>
                                      <a:pt x="6" y="741"/>
                                      <a:pt x="30" y="855"/>
                                    </a:cubicBezTo>
                                    <a:cubicBezTo>
                                      <a:pt x="42" y="913"/>
                                      <a:pt x="41" y="975"/>
                                      <a:pt x="68" y="1028"/>
                                    </a:cubicBezTo>
                                    <a:cubicBezTo>
                                      <a:pt x="77" y="1077"/>
                                      <a:pt x="97" y="1121"/>
                                      <a:pt x="105" y="1170"/>
                                    </a:cubicBezTo>
                                    <a:cubicBezTo>
                                      <a:pt x="118" y="1255"/>
                                      <a:pt x="121" y="1342"/>
                                      <a:pt x="143" y="1425"/>
                                    </a:cubicBezTo>
                                    <a:cubicBezTo>
                                      <a:pt x="153" y="1504"/>
                                      <a:pt x="158" y="1576"/>
                                      <a:pt x="188" y="1650"/>
                                    </a:cubicBezTo>
                                    <a:cubicBezTo>
                                      <a:pt x="197" y="1712"/>
                                      <a:pt x="211" y="1776"/>
                                      <a:pt x="218" y="1838"/>
                                    </a:cubicBezTo>
                                    <a:cubicBezTo>
                                      <a:pt x="228" y="1927"/>
                                      <a:pt x="223" y="1873"/>
                                      <a:pt x="240" y="1920"/>
                                    </a:cubicBezTo>
                                    <a:cubicBezTo>
                                      <a:pt x="247" y="1970"/>
                                      <a:pt x="255" y="2015"/>
                                      <a:pt x="270" y="2063"/>
                                    </a:cubicBezTo>
                                    <a:cubicBezTo>
                                      <a:pt x="281" y="2119"/>
                                      <a:pt x="329" y="2206"/>
                                      <a:pt x="345" y="2265"/>
                                    </a:cubicBezTo>
                                    <a:cubicBezTo>
                                      <a:pt x="361" y="2324"/>
                                      <a:pt x="360" y="2370"/>
                                      <a:pt x="368" y="2415"/>
                                    </a:cubicBezTo>
                                    <a:cubicBezTo>
                                      <a:pt x="376" y="2481"/>
                                      <a:pt x="375" y="2469"/>
                                      <a:pt x="390" y="2535"/>
                                    </a:cubicBezTo>
                                    <a:cubicBezTo>
                                      <a:pt x="396" y="2562"/>
                                      <a:pt x="413" y="2663"/>
                                      <a:pt x="413" y="2663"/>
                                    </a:cubicBezTo>
                                    <a:cubicBezTo>
                                      <a:pt x="404" y="2716"/>
                                      <a:pt x="390" y="2766"/>
                                      <a:pt x="390" y="2820"/>
                                    </a:cubicBezTo>
                                  </a:path>
                                </a:pathLst>
                              </a:custGeom>
                              <a:noFill/>
                              <a:ln w="222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7" o:spid="_x0000_s1026" style="position:absolute;margin-left:234.95pt;margin-top:248.3pt;width:20.65pt;height:14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3,2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" path="m368,v-6,22,-8,64,-23,83c322,112,278,111,248,128v-16,9,-30,20,-45,30c178,175,167,208,150,233v-10,15,-30,45,-30,45c110,309,80,361,60,390,49,438,32,485,23,533,15,578,,668,,668v13,214,6,73,30,187c42,913,41,975,68,1028v9,49,29,93,37,142c118,1255,121,1342,143,1425v10,79,15,151,45,225c197,1712,211,1776,218,1838v10,89,5,35,22,82c247,1970,255,2015,270,2063v11,56,59,143,75,202c361,2324,360,2370,368,2415v8,66,7,54,22,120c396,2562,413,2663,413,2663v-9,53,-23,103,-23,157e" filled="f" strokeweight="1.75pt">
                      <v:path arrowok="t" o:connecttype="custom" o:connectlocs="233680,0;219075,52705;157480,81280;128905,100330;95250,147955;76200,176530;38100,247650;14605,338455;0,424180;19050,542925;43180,652780;66675,742950;90805,904875;119380,1047750;138430,1167130;152400,1219200;171450,1310005;219075,1438275;233680,1533525;247650,1609725;262255,1691005;247650,1790700" o:connectangles="0,0,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2926715</wp:posOffset>
                      </wp:positionH>
                      <wp:positionV relativeFrom="paragraph">
                        <wp:posOffset>3101340</wp:posOffset>
                      </wp:positionV>
                      <wp:extent cx="290830" cy="1847850"/>
                      <wp:effectExtent l="9525" t="14605" r="13970" b="13970"/>
                      <wp:wrapNone/>
                      <wp:docPr id="134" name="Freeform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0830" cy="1847850"/>
                              </a:xfrm>
                              <a:custGeom>
                                <a:avLst/>
                                <a:gdLst>
                                  <a:gd name="T0" fmla="*/ 458 w 458"/>
                                  <a:gd name="T1" fmla="*/ 0 h 2910"/>
                                  <a:gd name="T2" fmla="*/ 360 w 458"/>
                                  <a:gd name="T3" fmla="*/ 75 h 2910"/>
                                  <a:gd name="T4" fmla="*/ 285 w 458"/>
                                  <a:gd name="T5" fmla="*/ 105 h 2910"/>
                                  <a:gd name="T6" fmla="*/ 188 w 458"/>
                                  <a:gd name="T7" fmla="*/ 240 h 2910"/>
                                  <a:gd name="T8" fmla="*/ 135 w 458"/>
                                  <a:gd name="T9" fmla="*/ 337 h 2910"/>
                                  <a:gd name="T10" fmla="*/ 120 w 458"/>
                                  <a:gd name="T11" fmla="*/ 382 h 2910"/>
                                  <a:gd name="T12" fmla="*/ 90 w 458"/>
                                  <a:gd name="T13" fmla="*/ 427 h 2910"/>
                                  <a:gd name="T14" fmla="*/ 68 w 458"/>
                                  <a:gd name="T15" fmla="*/ 472 h 2910"/>
                                  <a:gd name="T16" fmla="*/ 38 w 458"/>
                                  <a:gd name="T17" fmla="*/ 555 h 2910"/>
                                  <a:gd name="T18" fmla="*/ 38 w 458"/>
                                  <a:gd name="T19" fmla="*/ 877 h 2910"/>
                                  <a:gd name="T20" fmla="*/ 90 w 458"/>
                                  <a:gd name="T21" fmla="*/ 1147 h 2910"/>
                                  <a:gd name="T22" fmla="*/ 113 w 458"/>
                                  <a:gd name="T23" fmla="*/ 1312 h 2910"/>
                                  <a:gd name="T24" fmla="*/ 195 w 458"/>
                                  <a:gd name="T25" fmla="*/ 1597 h 2910"/>
                                  <a:gd name="T26" fmla="*/ 248 w 458"/>
                                  <a:gd name="T27" fmla="*/ 1920 h 2910"/>
                                  <a:gd name="T28" fmla="*/ 293 w 458"/>
                                  <a:gd name="T29" fmla="*/ 2107 h 2910"/>
                                  <a:gd name="T30" fmla="*/ 338 w 458"/>
                                  <a:gd name="T31" fmla="*/ 2227 h 2910"/>
                                  <a:gd name="T32" fmla="*/ 345 w 458"/>
                                  <a:gd name="T33" fmla="*/ 2295 h 2910"/>
                                  <a:gd name="T34" fmla="*/ 360 w 458"/>
                                  <a:gd name="T35" fmla="*/ 2340 h 2910"/>
                                  <a:gd name="T36" fmla="*/ 405 w 458"/>
                                  <a:gd name="T37" fmla="*/ 2580 h 2910"/>
                                  <a:gd name="T38" fmla="*/ 435 w 458"/>
                                  <a:gd name="T39" fmla="*/ 2910 h 291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</a:cxnLst>
                                <a:rect l="0" t="0" r="r" b="b"/>
                                <a:pathLst>
                                  <a:path w="458" h="2910">
                                    <a:moveTo>
                                      <a:pt x="458" y="0"/>
                                    </a:moveTo>
                                    <a:cubicBezTo>
                                      <a:pt x="413" y="14"/>
                                      <a:pt x="401" y="61"/>
                                      <a:pt x="360" y="75"/>
                                    </a:cubicBezTo>
                                    <a:cubicBezTo>
                                      <a:pt x="343" y="101"/>
                                      <a:pt x="304" y="81"/>
                                      <a:pt x="285" y="105"/>
                                    </a:cubicBezTo>
                                    <a:cubicBezTo>
                                      <a:pt x="250" y="149"/>
                                      <a:pt x="227" y="199"/>
                                      <a:pt x="188" y="240"/>
                                    </a:cubicBezTo>
                                    <a:cubicBezTo>
                                      <a:pt x="175" y="275"/>
                                      <a:pt x="157" y="308"/>
                                      <a:pt x="135" y="337"/>
                                    </a:cubicBezTo>
                                    <a:cubicBezTo>
                                      <a:pt x="133" y="344"/>
                                      <a:pt x="124" y="375"/>
                                      <a:pt x="120" y="382"/>
                                    </a:cubicBezTo>
                                    <a:cubicBezTo>
                                      <a:pt x="111" y="398"/>
                                      <a:pt x="90" y="427"/>
                                      <a:pt x="90" y="427"/>
                                    </a:cubicBezTo>
                                    <a:cubicBezTo>
                                      <a:pt x="67" y="503"/>
                                      <a:pt x="103" y="394"/>
                                      <a:pt x="68" y="472"/>
                                    </a:cubicBezTo>
                                    <a:cubicBezTo>
                                      <a:pt x="55" y="502"/>
                                      <a:pt x="56" y="527"/>
                                      <a:pt x="38" y="555"/>
                                    </a:cubicBezTo>
                                    <a:cubicBezTo>
                                      <a:pt x="8" y="659"/>
                                      <a:pt x="0" y="772"/>
                                      <a:pt x="38" y="877"/>
                                    </a:cubicBezTo>
                                    <a:cubicBezTo>
                                      <a:pt x="52" y="968"/>
                                      <a:pt x="62" y="1059"/>
                                      <a:pt x="90" y="1147"/>
                                    </a:cubicBezTo>
                                    <a:cubicBezTo>
                                      <a:pt x="106" y="1292"/>
                                      <a:pt x="93" y="1238"/>
                                      <a:pt x="113" y="1312"/>
                                    </a:cubicBezTo>
                                    <a:cubicBezTo>
                                      <a:pt x="126" y="1411"/>
                                      <a:pt x="150" y="1508"/>
                                      <a:pt x="195" y="1597"/>
                                    </a:cubicBezTo>
                                    <a:cubicBezTo>
                                      <a:pt x="216" y="1704"/>
                                      <a:pt x="225" y="1813"/>
                                      <a:pt x="248" y="1920"/>
                                    </a:cubicBezTo>
                                    <a:cubicBezTo>
                                      <a:pt x="254" y="1988"/>
                                      <a:pt x="270" y="2043"/>
                                      <a:pt x="293" y="2107"/>
                                    </a:cubicBezTo>
                                    <a:cubicBezTo>
                                      <a:pt x="301" y="2161"/>
                                      <a:pt x="321" y="2180"/>
                                      <a:pt x="338" y="2227"/>
                                    </a:cubicBezTo>
                                    <a:cubicBezTo>
                                      <a:pt x="340" y="2250"/>
                                      <a:pt x="341" y="2273"/>
                                      <a:pt x="345" y="2295"/>
                                    </a:cubicBezTo>
                                    <a:cubicBezTo>
                                      <a:pt x="348" y="2311"/>
                                      <a:pt x="357" y="2324"/>
                                      <a:pt x="360" y="2340"/>
                                    </a:cubicBezTo>
                                    <a:cubicBezTo>
                                      <a:pt x="375" y="2422"/>
                                      <a:pt x="381" y="2500"/>
                                      <a:pt x="405" y="2580"/>
                                    </a:cubicBezTo>
                                    <a:cubicBezTo>
                                      <a:pt x="420" y="2690"/>
                                      <a:pt x="435" y="2799"/>
                                      <a:pt x="435" y="2910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6" o:spid="_x0000_s1026" style="position:absolute;margin-left:230.45pt;margin-top:244.2pt;width:22.9pt;height:145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58,2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" path="m458,c413,14,401,61,360,75v-17,26,-56,6,-75,30c250,149,227,199,188,240v-13,35,-31,68,-53,97c133,344,124,375,120,382v-9,16,-30,45,-30,45c67,503,103,394,68,472,55,502,56,527,38,555,8,659,,772,38,877v14,91,24,182,52,270c106,1292,93,1238,113,1312v13,99,37,196,82,285c216,1704,225,1813,248,1920v6,68,22,123,45,187c301,2161,321,2180,338,2227v2,23,3,46,7,68c348,2311,357,2324,360,2340v15,82,21,160,45,240c420,2690,435,2799,435,2910e" filled="f" strokeweight="1.5pt">
                      <v:path arrowok="t" o:connecttype="custom" o:connectlocs="290830,0;228600,47625;180975,66675;119380,152400;85725,213995;76200,242570;57150,271145;43180,299720;24130,352425;24130,556895;57150,728345;71755,833120;123825,1014095;157480,1219200;186055,1337945;214630,1414145;219075,1457325;228600,1485900;257175,1638300;276225,1847850" o:connectangles="0,0,0,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3027045</wp:posOffset>
                      </wp:positionH>
                      <wp:positionV relativeFrom="paragraph">
                        <wp:posOffset>1429385</wp:posOffset>
                      </wp:positionV>
                      <wp:extent cx="239395" cy="1671955"/>
                      <wp:effectExtent l="14605" t="9525" r="12700" b="13970"/>
                      <wp:wrapNone/>
                      <wp:docPr id="133" name="Freeform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9395" cy="1671955"/>
                              </a:xfrm>
                              <a:custGeom>
                                <a:avLst/>
                                <a:gdLst>
                                  <a:gd name="T0" fmla="*/ 7 w 377"/>
                                  <a:gd name="T1" fmla="*/ 0 h 2633"/>
                                  <a:gd name="T2" fmla="*/ 7 w 377"/>
                                  <a:gd name="T3" fmla="*/ 210 h 2633"/>
                                  <a:gd name="T4" fmla="*/ 75 w 377"/>
                                  <a:gd name="T5" fmla="*/ 570 h 2633"/>
                                  <a:gd name="T6" fmla="*/ 105 w 377"/>
                                  <a:gd name="T7" fmla="*/ 743 h 2633"/>
                                  <a:gd name="T8" fmla="*/ 150 w 377"/>
                                  <a:gd name="T9" fmla="*/ 1043 h 2633"/>
                                  <a:gd name="T10" fmla="*/ 195 w 377"/>
                                  <a:gd name="T11" fmla="*/ 1230 h 2633"/>
                                  <a:gd name="T12" fmla="*/ 255 w 377"/>
                                  <a:gd name="T13" fmla="*/ 1530 h 2633"/>
                                  <a:gd name="T14" fmla="*/ 277 w 377"/>
                                  <a:gd name="T15" fmla="*/ 1620 h 2633"/>
                                  <a:gd name="T16" fmla="*/ 292 w 377"/>
                                  <a:gd name="T17" fmla="*/ 1665 h 2633"/>
                                  <a:gd name="T18" fmla="*/ 352 w 377"/>
                                  <a:gd name="T19" fmla="*/ 2040 h 2633"/>
                                  <a:gd name="T20" fmla="*/ 360 w 377"/>
                                  <a:gd name="T21" fmla="*/ 2363 h 2633"/>
                                  <a:gd name="T22" fmla="*/ 315 w 377"/>
                                  <a:gd name="T23" fmla="*/ 2633 h 26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377" h="2633">
                                    <a:moveTo>
                                      <a:pt x="7" y="0"/>
                                    </a:moveTo>
                                    <a:cubicBezTo>
                                      <a:pt x="16" y="41"/>
                                      <a:pt x="0" y="168"/>
                                      <a:pt x="7" y="210"/>
                                    </a:cubicBezTo>
                                    <a:cubicBezTo>
                                      <a:pt x="9" y="274"/>
                                      <a:pt x="39" y="472"/>
                                      <a:pt x="75" y="570"/>
                                    </a:cubicBezTo>
                                    <a:cubicBezTo>
                                      <a:pt x="83" y="627"/>
                                      <a:pt x="90" y="687"/>
                                      <a:pt x="105" y="743"/>
                                    </a:cubicBezTo>
                                    <a:cubicBezTo>
                                      <a:pt x="114" y="845"/>
                                      <a:pt x="137" y="942"/>
                                      <a:pt x="150" y="1043"/>
                                    </a:cubicBezTo>
                                    <a:cubicBezTo>
                                      <a:pt x="158" y="1108"/>
                                      <a:pt x="157" y="1174"/>
                                      <a:pt x="195" y="1230"/>
                                    </a:cubicBezTo>
                                    <a:cubicBezTo>
                                      <a:pt x="225" y="1329"/>
                                      <a:pt x="242" y="1426"/>
                                      <a:pt x="255" y="1530"/>
                                    </a:cubicBezTo>
                                    <a:cubicBezTo>
                                      <a:pt x="261" y="1581"/>
                                      <a:pt x="260" y="1571"/>
                                      <a:pt x="277" y="1620"/>
                                    </a:cubicBezTo>
                                    <a:cubicBezTo>
                                      <a:pt x="282" y="1635"/>
                                      <a:pt x="292" y="1665"/>
                                      <a:pt x="292" y="1665"/>
                                    </a:cubicBezTo>
                                    <a:cubicBezTo>
                                      <a:pt x="306" y="1787"/>
                                      <a:pt x="306" y="1926"/>
                                      <a:pt x="352" y="2040"/>
                                    </a:cubicBezTo>
                                    <a:cubicBezTo>
                                      <a:pt x="367" y="2195"/>
                                      <a:pt x="377" y="2206"/>
                                      <a:pt x="360" y="2363"/>
                                    </a:cubicBezTo>
                                    <a:cubicBezTo>
                                      <a:pt x="355" y="2407"/>
                                      <a:pt x="315" y="2588"/>
                                      <a:pt x="315" y="2633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5" o:spid="_x0000_s1026" style="position:absolute;margin-left:238.35pt;margin-top:112.55pt;width:18.85pt;height:131.6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7,2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" path="m7,c16,41,,168,7,210v2,64,32,262,68,360c83,627,90,687,105,743v9,102,32,199,45,300c158,1108,157,1174,195,1230v30,99,47,196,60,300c261,1581,260,1571,277,1620v5,15,15,45,15,45c306,1787,306,1926,352,2040v15,155,25,166,8,323c355,2407,315,2588,315,2633e" filled="f" strokeweight="1.5pt">
                      <v:path arrowok="t" o:connecttype="custom" o:connectlocs="4445,0;4445,133350;47625,361950;66675,471805;95250,662305;123825,781050;161925,971550;175895,1028700;185420,1057275;223520,1295400;228600,1500505;200025,1671955" o:connectangles="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3125470</wp:posOffset>
                      </wp:positionH>
                      <wp:positionV relativeFrom="paragraph">
                        <wp:posOffset>1381760</wp:posOffset>
                      </wp:positionV>
                      <wp:extent cx="210820" cy="1729105"/>
                      <wp:effectExtent l="17780" t="9525" r="28575" b="13970"/>
                      <wp:wrapNone/>
                      <wp:docPr id="132" name="Freeform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0820" cy="1729105"/>
                              </a:xfrm>
                              <a:custGeom>
                                <a:avLst/>
                                <a:gdLst>
                                  <a:gd name="T0" fmla="*/ 25 w 332"/>
                                  <a:gd name="T1" fmla="*/ 0 h 2723"/>
                                  <a:gd name="T2" fmla="*/ 17 w 332"/>
                                  <a:gd name="T3" fmla="*/ 150 h 2723"/>
                                  <a:gd name="T4" fmla="*/ 47 w 332"/>
                                  <a:gd name="T5" fmla="*/ 338 h 2723"/>
                                  <a:gd name="T6" fmla="*/ 55 w 332"/>
                                  <a:gd name="T7" fmla="*/ 488 h 2723"/>
                                  <a:gd name="T8" fmla="*/ 85 w 332"/>
                                  <a:gd name="T9" fmla="*/ 668 h 2723"/>
                                  <a:gd name="T10" fmla="*/ 130 w 332"/>
                                  <a:gd name="T11" fmla="*/ 1013 h 2723"/>
                                  <a:gd name="T12" fmla="*/ 167 w 332"/>
                                  <a:gd name="T13" fmla="*/ 1073 h 2723"/>
                                  <a:gd name="T14" fmla="*/ 182 w 332"/>
                                  <a:gd name="T15" fmla="*/ 1155 h 2723"/>
                                  <a:gd name="T16" fmla="*/ 212 w 332"/>
                                  <a:gd name="T17" fmla="*/ 1358 h 2723"/>
                                  <a:gd name="T18" fmla="*/ 220 w 332"/>
                                  <a:gd name="T19" fmla="*/ 1418 h 2723"/>
                                  <a:gd name="T20" fmla="*/ 235 w 332"/>
                                  <a:gd name="T21" fmla="*/ 1440 h 2723"/>
                                  <a:gd name="T22" fmla="*/ 257 w 332"/>
                                  <a:gd name="T23" fmla="*/ 1590 h 2723"/>
                                  <a:gd name="T24" fmla="*/ 310 w 332"/>
                                  <a:gd name="T25" fmla="*/ 1875 h 2723"/>
                                  <a:gd name="T26" fmla="*/ 332 w 332"/>
                                  <a:gd name="T27" fmla="*/ 2123 h 2723"/>
                                  <a:gd name="T28" fmla="*/ 325 w 332"/>
                                  <a:gd name="T29" fmla="*/ 2295 h 2723"/>
                                  <a:gd name="T30" fmla="*/ 287 w 332"/>
                                  <a:gd name="T31" fmla="*/ 2543 h 2723"/>
                                  <a:gd name="T32" fmla="*/ 280 w 332"/>
                                  <a:gd name="T33" fmla="*/ 2723 h 272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</a:cxnLst>
                                <a:rect l="0" t="0" r="r" b="b"/>
                                <a:pathLst>
                                  <a:path w="332" h="2723">
                                    <a:moveTo>
                                      <a:pt x="25" y="0"/>
                                    </a:moveTo>
                                    <a:cubicBezTo>
                                      <a:pt x="44" y="48"/>
                                      <a:pt x="0" y="102"/>
                                      <a:pt x="17" y="150"/>
                                    </a:cubicBezTo>
                                    <a:cubicBezTo>
                                      <a:pt x="25" y="212"/>
                                      <a:pt x="29" y="278"/>
                                      <a:pt x="47" y="338"/>
                                    </a:cubicBezTo>
                                    <a:cubicBezTo>
                                      <a:pt x="55" y="365"/>
                                      <a:pt x="47" y="463"/>
                                      <a:pt x="55" y="488"/>
                                    </a:cubicBezTo>
                                    <a:cubicBezTo>
                                      <a:pt x="57" y="495"/>
                                      <a:pt x="85" y="668"/>
                                      <a:pt x="85" y="668"/>
                                    </a:cubicBezTo>
                                    <a:cubicBezTo>
                                      <a:pt x="103" y="855"/>
                                      <a:pt x="102" y="828"/>
                                      <a:pt x="130" y="1013"/>
                                    </a:cubicBezTo>
                                    <a:cubicBezTo>
                                      <a:pt x="132" y="1046"/>
                                      <a:pt x="163" y="1040"/>
                                      <a:pt x="167" y="1073"/>
                                    </a:cubicBezTo>
                                    <a:cubicBezTo>
                                      <a:pt x="170" y="1101"/>
                                      <a:pt x="182" y="1155"/>
                                      <a:pt x="182" y="1155"/>
                                    </a:cubicBezTo>
                                    <a:cubicBezTo>
                                      <a:pt x="187" y="1233"/>
                                      <a:pt x="190" y="1286"/>
                                      <a:pt x="212" y="1358"/>
                                    </a:cubicBezTo>
                                    <a:cubicBezTo>
                                      <a:pt x="215" y="1378"/>
                                      <a:pt x="215" y="1399"/>
                                      <a:pt x="220" y="1418"/>
                                    </a:cubicBezTo>
                                    <a:cubicBezTo>
                                      <a:pt x="222" y="1427"/>
                                      <a:pt x="233" y="1431"/>
                                      <a:pt x="235" y="1440"/>
                                    </a:cubicBezTo>
                                    <a:cubicBezTo>
                                      <a:pt x="249" y="1488"/>
                                      <a:pt x="251" y="1540"/>
                                      <a:pt x="257" y="1590"/>
                                    </a:cubicBezTo>
                                    <a:cubicBezTo>
                                      <a:pt x="269" y="1687"/>
                                      <a:pt x="276" y="1783"/>
                                      <a:pt x="310" y="1875"/>
                                    </a:cubicBezTo>
                                    <a:cubicBezTo>
                                      <a:pt x="314" y="1950"/>
                                      <a:pt x="309" y="2048"/>
                                      <a:pt x="332" y="2123"/>
                                    </a:cubicBezTo>
                                    <a:cubicBezTo>
                                      <a:pt x="330" y="2180"/>
                                      <a:pt x="329" y="2238"/>
                                      <a:pt x="325" y="2295"/>
                                    </a:cubicBezTo>
                                    <a:cubicBezTo>
                                      <a:pt x="320" y="2364"/>
                                      <a:pt x="313" y="2478"/>
                                      <a:pt x="287" y="2543"/>
                                    </a:cubicBezTo>
                                    <a:cubicBezTo>
                                      <a:pt x="292" y="2615"/>
                                      <a:pt x="280" y="2652"/>
                                      <a:pt x="280" y="2723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4" o:spid="_x0000_s1026" style="position:absolute;margin-left:246.1pt;margin-top:108.8pt;width:16.6pt;height:136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32,2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" path="m25,c44,48,,102,17,150v8,62,12,128,30,188c55,365,47,463,55,488v2,7,30,180,30,180c103,855,102,828,130,1013v2,33,33,27,37,60c170,1101,182,1155,182,1155v5,78,8,131,30,203c215,1378,215,1399,220,1418v2,9,13,13,15,22c249,1488,251,1540,257,1590v12,97,19,193,53,285c314,1950,309,2048,332,2123v-2,57,-3,115,-7,172c320,2364,313,2478,287,2543v5,72,-7,109,-7,180e" filled="f" strokeweight="1.5pt">
                      <v:path arrowok="t" o:connecttype="custom" o:connectlocs="15875,0;10795,95250;29845,214630;34925,309880;53975,424180;82550,643255;106045,681355;115570,733425;134620,862330;139700,900430;149225,914400;163195,1009650;196850,1190625;210820,1348105;206375,1457325;182245,1614805;177800,1729105" o:connectangles="0,0,0,0,0,0,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3270250</wp:posOffset>
                      </wp:positionH>
                      <wp:positionV relativeFrom="paragraph">
                        <wp:posOffset>3402330</wp:posOffset>
                      </wp:positionV>
                      <wp:extent cx="177165" cy="1418590"/>
                      <wp:effectExtent l="10160" t="10795" r="12700" b="8890"/>
                      <wp:wrapNone/>
                      <wp:docPr id="130" name="Freeform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7165" cy="1418590"/>
                              </a:xfrm>
                              <a:custGeom>
                                <a:avLst/>
                                <a:gdLst>
                                  <a:gd name="T0" fmla="*/ 2 w 279"/>
                                  <a:gd name="T1" fmla="*/ 131 h 2234"/>
                                  <a:gd name="T2" fmla="*/ 86 w 279"/>
                                  <a:gd name="T3" fmla="*/ 936 h 2234"/>
                                  <a:gd name="T4" fmla="*/ 77 w 279"/>
                                  <a:gd name="T5" fmla="*/ 1730 h 2234"/>
                                  <a:gd name="T6" fmla="*/ 133 w 279"/>
                                  <a:gd name="T7" fmla="*/ 2151 h 2234"/>
                                  <a:gd name="T8" fmla="*/ 227 w 279"/>
                                  <a:gd name="T9" fmla="*/ 2226 h 2234"/>
                                  <a:gd name="T10" fmla="*/ 273 w 279"/>
                                  <a:gd name="T11" fmla="*/ 2161 h 2234"/>
                                  <a:gd name="T12" fmla="*/ 189 w 279"/>
                                  <a:gd name="T13" fmla="*/ 2030 h 2234"/>
                                  <a:gd name="T14" fmla="*/ 161 w 279"/>
                                  <a:gd name="T15" fmla="*/ 1487 h 2234"/>
                                  <a:gd name="T16" fmla="*/ 189 w 279"/>
                                  <a:gd name="T17" fmla="*/ 721 h 2234"/>
                                  <a:gd name="T18" fmla="*/ 96 w 279"/>
                                  <a:gd name="T19" fmla="*/ 150 h 2234"/>
                                  <a:gd name="T20" fmla="*/ 2 w 279"/>
                                  <a:gd name="T21" fmla="*/ 131 h 22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79" h="2234">
                                    <a:moveTo>
                                      <a:pt x="2" y="131"/>
                                    </a:moveTo>
                                    <a:cubicBezTo>
                                      <a:pt x="0" y="262"/>
                                      <a:pt x="73" y="669"/>
                                      <a:pt x="86" y="936"/>
                                    </a:cubicBezTo>
                                    <a:cubicBezTo>
                                      <a:pt x="99" y="1203"/>
                                      <a:pt x="69" y="1528"/>
                                      <a:pt x="77" y="1730"/>
                                    </a:cubicBezTo>
                                    <a:cubicBezTo>
                                      <a:pt x="85" y="1932"/>
                                      <a:pt x="108" y="2068"/>
                                      <a:pt x="133" y="2151"/>
                                    </a:cubicBezTo>
                                    <a:cubicBezTo>
                                      <a:pt x="158" y="2234"/>
                                      <a:pt x="204" y="2224"/>
                                      <a:pt x="227" y="2226"/>
                                    </a:cubicBezTo>
                                    <a:cubicBezTo>
                                      <a:pt x="250" y="2228"/>
                                      <a:pt x="279" y="2194"/>
                                      <a:pt x="273" y="2161"/>
                                    </a:cubicBezTo>
                                    <a:cubicBezTo>
                                      <a:pt x="267" y="2128"/>
                                      <a:pt x="208" y="2142"/>
                                      <a:pt x="189" y="2030"/>
                                    </a:cubicBezTo>
                                    <a:cubicBezTo>
                                      <a:pt x="170" y="1918"/>
                                      <a:pt x="161" y="1705"/>
                                      <a:pt x="161" y="1487"/>
                                    </a:cubicBezTo>
                                    <a:cubicBezTo>
                                      <a:pt x="161" y="1269"/>
                                      <a:pt x="200" y="944"/>
                                      <a:pt x="189" y="721"/>
                                    </a:cubicBezTo>
                                    <a:cubicBezTo>
                                      <a:pt x="178" y="498"/>
                                      <a:pt x="127" y="248"/>
                                      <a:pt x="96" y="150"/>
                                    </a:cubicBezTo>
                                    <a:cubicBezTo>
                                      <a:pt x="65" y="52"/>
                                      <a:pt x="4" y="0"/>
                                      <a:pt x="2" y="13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3" o:spid="_x0000_s1026" style="position:absolute;margin-left:257.5pt;margin-top:267.9pt;width:13.95pt;height:111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9,2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" path="m2,131c,262,73,669,86,936v13,267,-17,592,-9,794c85,1932,108,2068,133,2151v25,83,71,73,94,75c250,2228,279,2194,273,2161v-6,-33,-65,-19,-84,-131c170,1918,161,1705,161,1487v,-218,39,-543,28,-766c178,498,127,248,96,150,65,52,4,,2,131xe" fillcolor="#0d0d0d [3069]" strokecolor="#0d0d0d [3069]">
                      <v:path arrowok="t" o:connecttype="custom" o:connectlocs="1270,83185;54610,594360;48895,1098550;84455,1365885;144145,1413510;173355,1372235;120015,1289050;102235,944245;120015,457835;60960,95250;1270,83185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1" layoutInCell="1" allowOverlap="1" wp14:anchorId="7F68CF3D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219710</wp:posOffset>
                      </wp:positionV>
                      <wp:extent cx="1964690" cy="166370"/>
                      <wp:effectExtent l="4445" t="0" r="2540" b="0"/>
                      <wp:wrapNone/>
                      <wp:docPr id="129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4690" cy="166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3DC" w:rsidRPr="003B67C6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="00F05EA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1.8</w:t>
                                  </w: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cm max AP</w:t>
                                  </w:r>
                                </w:p>
                                <w:p w:rsidR="00C003DC" w:rsidRPr="003B67C6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.55pt;margin-top:17.3pt;width:154.7pt;height:13.1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" filled="f" stroked="f" strokeweight=".5pt">
                      <v:textbox inset="0,0,0,0">
                        <w:txbxContent>
                          <w:p w:rsidR="00C003DC" w:rsidRPr="003B67C6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="00F05EA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1.8</w:t>
                            </w: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>cm max AP</w:t>
                            </w:r>
                          </w:p>
                          <w:p w:rsidR="00C003DC" w:rsidRPr="003B67C6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7F68CF3E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2363470" cy="3067050"/>
                      <wp:effectExtent l="4445" t="635" r="3810" b="0"/>
                      <wp:wrapNone/>
                      <wp:docPr id="128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3470" cy="3067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ABC" w:rsidRPr="003B67C6" w:rsidRDefault="00C877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  <w:r w:rsidR="00FA7ABC" w:rsidRPr="003B67C6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LEG: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</w:t>
                                  </w:r>
                                  <w:r w:rsidR="000F7C4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0F7C4D" w:rsidRPr="003B67C6" w:rsidRDefault="000F7C4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0F7C4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 w:rsidR="000F7C4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0F7C4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 w:rsidR="000F7C4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0F7C4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 w:rsidR="00F05EA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Default="00FA7ABC" w:rsidP="00F05E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 w:rsidR="00F05EA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Triphasic/Biphasic throughout</w:t>
                                  </w:r>
                                </w:p>
                                <w:p w:rsidR="00F05EA0" w:rsidRPr="003B67C6" w:rsidRDefault="00F05EA0" w:rsidP="00F05E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Default="00FA7ABC" w:rsidP="00F05E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</w:t>
                                  </w:r>
                                  <w:r w:rsidR="00F05EA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F05EA0" w:rsidRPr="003B67C6" w:rsidRDefault="00F05EA0" w:rsidP="00F05E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Default="00FA7ABC" w:rsidP="00F05E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 w:rsidR="00F05EA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F05EA0" w:rsidRPr="003B67C6" w:rsidRDefault="00F05EA0" w:rsidP="00F05E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  <w:r w:rsidR="00F05EA0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Heavily and diffusely calcified vessel with irregular atheroma noted.</w:t>
                                  </w:r>
                                </w:p>
                                <w:p w:rsidR="00F05EA0" w:rsidRPr="003B67C6" w:rsidRDefault="00F05EA0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05EA0" w:rsidRPr="003B67C6" w:rsidRDefault="00FA7ABC" w:rsidP="00F05E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 w:rsidR="00772DA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segmentally</w:t>
                                  </w:r>
                                  <w:r w:rsidR="00F05EA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visualised with biphasic/ hypereamic waveforms noted where imaged. The distal artery appears visually narrowed into the DPA. 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F05E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 w:rsidR="00F05EA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 colour or Doppler detected throughout to the ankle. The artery reforms with pulsatile monophasic waveforms. 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FA7ABC" w:rsidRPr="003B67C6" w:rsidRDefault="00FA7ABC" w:rsidP="00F05E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B67C6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F05EA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segmentally visualised however biphasic waveforms are noted where imaged distally. </w:t>
                                  </w:r>
                                </w:p>
                                <w:p w:rsidR="00FA7ABC" w:rsidRPr="003B67C6" w:rsidRDefault="00FA7ABC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7" type="#_x0000_t202" style="position:absolute;margin-left:.55pt;margin-top:75.1pt;width:186.1pt;height:241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" filled="f" stroked="f" strokeweight=".5pt">
                      <v:textbox style="mso-fit-shape-to-text:t" inset="0,0,0,0">
                        <w:txbxContent>
                          <w:p w:rsidR="00FA7ABC" w:rsidRPr="003B67C6" w:rsidRDefault="00C877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  <w:r w:rsidR="00FA7ABC" w:rsidRPr="003B67C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LEG: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</w:t>
                            </w:r>
                            <w:r w:rsidR="000F7C4D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0F7C4D" w:rsidRPr="003B67C6" w:rsidRDefault="000F7C4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0F7C4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 w:rsidR="000F7C4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0F7C4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 w:rsidR="000F7C4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0F7C4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 w:rsidR="00F05EA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Default="00FA7ABC" w:rsidP="00F05E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 w:rsidR="00F05EA0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  <w:r w:rsidR="00F05EA0">
                              <w:rPr>
                                <w:color w:val="000000"/>
                                <w:sz w:val="14"/>
                                <w:szCs w:val="14"/>
                              </w:rPr>
                              <w:t>/Biphasic throughout</w:t>
                            </w:r>
                          </w:p>
                          <w:p w:rsidR="00F05EA0" w:rsidRPr="003B67C6" w:rsidRDefault="00F05EA0" w:rsidP="00F05E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Default="00FA7ABC" w:rsidP="00F05E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</w:t>
                            </w:r>
                            <w:r w:rsidR="00F05EA0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F05EA0" w:rsidRPr="003B67C6" w:rsidRDefault="00F05EA0" w:rsidP="00F05E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Default="00FA7ABC" w:rsidP="00F05E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 w:rsidR="00F05EA0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F05EA0" w:rsidRPr="003B67C6" w:rsidRDefault="00F05EA0" w:rsidP="00F05E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  <w:r w:rsidR="00F05EA0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Heavily and diffusely calcified vessel with irregular atheroma noted.</w:t>
                            </w:r>
                          </w:p>
                          <w:p w:rsidR="00F05EA0" w:rsidRPr="003B67C6" w:rsidRDefault="00F05EA0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05EA0" w:rsidRPr="003B67C6" w:rsidRDefault="00FA7ABC" w:rsidP="00F05E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 w:rsidR="00772DA6">
                              <w:rPr>
                                <w:color w:val="000000"/>
                                <w:sz w:val="14"/>
                                <w:szCs w:val="14"/>
                              </w:rPr>
                              <w:t>segmentally</w:t>
                            </w:r>
                            <w:r w:rsidR="00F05EA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visualised with biphasic/ hypereamic waveforms noted where imaged. The distal artery appears visually narrowed into the DPA. 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F05E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 w:rsidR="00F05EA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 colour or Doppler detected throughout to the ankle. The artery reforms with pulsatile monophasic waveforms. 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FA7ABC" w:rsidRPr="003B67C6" w:rsidRDefault="00FA7ABC" w:rsidP="00F05E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B67C6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F05EA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segmentally visualised however biphasic waveforms are noted where imaged distally. </w:t>
                            </w:r>
                          </w:p>
                          <w:p w:rsidR="00FA7ABC" w:rsidRPr="003B67C6" w:rsidRDefault="00FA7ABC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0" layoutInCell="1" allowOverlap="1" wp14:anchorId="7F68CF3F">
                      <wp:simplePos x="0" y="0"/>
                      <wp:positionH relativeFrom="column">
                        <wp:posOffset>4133850</wp:posOffset>
                      </wp:positionH>
                      <wp:positionV relativeFrom="paragraph">
                        <wp:posOffset>4563110</wp:posOffset>
                      </wp:positionV>
                      <wp:extent cx="1151890" cy="467995"/>
                      <wp:effectExtent l="26035" t="19050" r="22225" b="27305"/>
                      <wp:wrapNone/>
                      <wp:docPr id="31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1890" cy="4679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0C0C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4071DB" w:rsidRDefault="00C877D8" w:rsidP="004071DB">
                                  <w:pPr>
                                    <w:pStyle w:val="CUSTOMNormal"/>
                                    <w:spacing w:line="360" w:lineRule="auto"/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R</w:t>
                                  </w:r>
                                  <w:r w:rsidR="004071DB" w:rsidRPr="004071DB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 xml:space="preserve">TBPI = </w:t>
                                  </w:r>
                                  <w:r w:rsidR="000F7C4D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0.23</w:t>
                                  </w:r>
                                </w:p>
                                <w:p w:rsidR="000F7C4D" w:rsidRPr="004071DB" w:rsidRDefault="000F7C4D" w:rsidP="004071DB">
                                  <w:pPr>
                                    <w:pStyle w:val="CUSTOMNormal"/>
                                    <w:spacing w:line="360" w:lineRule="auto"/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Toe = 35 mmHg</w:t>
                                  </w:r>
                                </w:p>
                              </w:txbxContent>
                            </wps:txbx>
                            <wps:bodyPr rot="0" vert="horz" wrap="square" lIns="36000" tIns="43200" rIns="36000" bIns="43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28" type="#_x0000_t202" style="position:absolute;margin-left:325.5pt;margin-top:359.3pt;width:90.7pt;height:36.8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" strokecolor="red" strokeweight="3pt">
                      <v:shadow color="silver"/>
                      <v:textbox inset="1mm,1.2mm,1mm,1.2mm">
                        <w:txbxContent>
                          <w:p w:rsidR="004071DB" w:rsidRDefault="00C877D8" w:rsidP="004071DB">
                            <w:pPr>
                              <w:pStyle w:val="CUSTOMNormal"/>
                              <w:spacing w:line="360" w:lineRule="auto"/>
                              <w:rPr>
                                <w:b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Cs w:val="16"/>
                                <w:lang w:val="es-ES"/>
                              </w:rPr>
                              <w:t>R</w:t>
                            </w:r>
                            <w:r w:rsidR="004071DB" w:rsidRPr="004071DB">
                              <w:rPr>
                                <w:b/>
                                <w:szCs w:val="16"/>
                                <w:lang w:val="es-ES"/>
                              </w:rPr>
                              <w:t xml:space="preserve">TBPI = </w:t>
                            </w:r>
                            <w:r w:rsidR="000F7C4D">
                              <w:rPr>
                                <w:b/>
                                <w:szCs w:val="16"/>
                                <w:lang w:val="es-ES"/>
                              </w:rPr>
                              <w:t>0.23</w:t>
                            </w:r>
                          </w:p>
                          <w:p w:rsidR="000F7C4D" w:rsidRPr="004071DB" w:rsidRDefault="000F7C4D" w:rsidP="004071DB">
                            <w:pPr>
                              <w:pStyle w:val="CUSTOMNormal"/>
                              <w:spacing w:line="360" w:lineRule="auto"/>
                              <w:rPr>
                                <w:b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Cs w:val="16"/>
                                <w:lang w:val="es-ES"/>
                              </w:rPr>
                              <w:t>Toe = 35 mmHg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E0202" w:rsidTr="003E131B">
        <w:trPr>
          <w:trHeight w:hRule="exact" w:val="1043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5F46F7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5F46F7">
              <w:rPr>
                <w:sz w:val="21"/>
                <w:szCs w:val="21"/>
              </w:rPr>
              <w:lastRenderedPageBreak/>
              <w:t>Report:</w:t>
            </w:r>
          </w:p>
          <w:p w:rsidR="00F05EA0" w:rsidRDefault="00F05EA0" w:rsidP="00F05EA0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t>Abdomen</w:t>
            </w:r>
          </w:p>
          <w:p w:rsidR="00F05EA0" w:rsidRDefault="00F05EA0" w:rsidP="00F05EA0">
            <w:pPr>
              <w:rPr>
                <w:lang w:val="en-GB"/>
              </w:rPr>
            </w:pPr>
          </w:p>
          <w:p w:rsidR="00F05EA0" w:rsidRDefault="00F05EA0" w:rsidP="00F05EA0">
            <w:pPr>
              <w:rPr>
                <w:lang w:val="en-GB"/>
              </w:rPr>
            </w:pPr>
            <w:r>
              <w:rPr>
                <w:lang w:val="en-GB"/>
              </w:rPr>
              <w:t>The abdominal Aorta is patent and of normal calibre with biphasic waveforms. The Common and External Iliac arteries are patent with triphasic waveforms noted and no significant stenosis.</w:t>
            </w:r>
          </w:p>
          <w:p w:rsidR="00F05EA0" w:rsidRDefault="00F05EA0" w:rsidP="00F05EA0">
            <w:pPr>
              <w:rPr>
                <w:b/>
                <w:lang w:val="en-GB"/>
              </w:rPr>
            </w:pPr>
          </w:p>
          <w:p w:rsidR="00F05EA0" w:rsidRDefault="00F05EA0" w:rsidP="00F05EA0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fldChar w:fldCharType="begin"/>
            </w:r>
            <w:r>
              <w:rPr>
                <w:b/>
                <w:u w:val="single"/>
                <w:lang w:val="en-GB"/>
              </w:rPr>
              <w:instrText xml:space="preserve"> AUTOTEXT  exams.names  \* MERGEFORMAT </w:instrText>
            </w:r>
            <w:r>
              <w:rPr>
                <w:b/>
                <w:u w:val="single"/>
                <w:lang w:val="en-GB"/>
              </w:rPr>
              <w:fldChar w:fldCharType="separate"/>
            </w:r>
            <w:r>
              <w:rPr>
                <w:b/>
                <w:u w:val="single"/>
                <w:lang w:val="en-GB"/>
              </w:rPr>
              <w:t>US Doppler lower limb arteries Rt</w:t>
            </w:r>
            <w:r>
              <w:rPr>
                <w:b/>
                <w:u w:val="single"/>
                <w:lang w:val="en-GB"/>
              </w:rPr>
              <w:fldChar w:fldCharType="end"/>
            </w:r>
            <w:r>
              <w:rPr>
                <w:b/>
                <w:u w:val="single"/>
                <w:lang w:val="en-GB"/>
              </w:rPr>
              <w:t>:</w:t>
            </w:r>
          </w:p>
          <w:p w:rsidR="00F05EA0" w:rsidRDefault="00F05EA0" w:rsidP="00F05EA0">
            <w:pPr>
              <w:ind w:left="720"/>
              <w:rPr>
                <w:b/>
                <w:u w:val="single"/>
                <w:lang w:val="en-GB"/>
              </w:rPr>
            </w:pPr>
          </w:p>
          <w:p w:rsidR="00F05EA0" w:rsidRDefault="00F05EA0" w:rsidP="00F05EA0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Common Femoral, Profunda Femoral, Superficial Femoral and Popliteal arteries are patent with triphasic waveforms detected, no significant stenosis noted. Mild diffuse calcific atheroma is noted. </w:t>
            </w:r>
          </w:p>
          <w:p w:rsidR="00F05EA0" w:rsidRDefault="00F05EA0" w:rsidP="00F05EA0">
            <w:pPr>
              <w:ind w:left="720"/>
              <w:jc w:val="both"/>
              <w:rPr>
                <w:lang w:val="en-GB"/>
              </w:rPr>
            </w:pPr>
          </w:p>
          <w:p w:rsidR="00F05EA0" w:rsidRDefault="00F05EA0" w:rsidP="00F05EA0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crural arteries are heavily and diffusely calcified therefor segmentally observed. </w:t>
            </w:r>
          </w:p>
          <w:p w:rsidR="00F05EA0" w:rsidRDefault="00F05EA0" w:rsidP="00F05EA0">
            <w:pPr>
              <w:jc w:val="both"/>
              <w:rPr>
                <w:lang w:val="en-GB"/>
              </w:rPr>
            </w:pPr>
          </w:p>
          <w:p w:rsidR="009E0202" w:rsidRDefault="00F05EA0" w:rsidP="00F05EA0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Tibio-Peroneal Trunk, Anterior Tibial and Peroneal arteries are</w:t>
            </w:r>
            <w:r w:rsidR="00772DA6">
              <w:rPr>
                <w:lang w:val="en-GB"/>
              </w:rPr>
              <w:t xml:space="preserve"> patent with biphasic hypereamic </w:t>
            </w:r>
            <w:r>
              <w:rPr>
                <w:lang w:val="en-GB"/>
              </w:rPr>
              <w:t>waveforms detected</w:t>
            </w:r>
            <w:r w:rsidR="00772DA6">
              <w:rPr>
                <w:lang w:val="en-GB"/>
              </w:rPr>
              <w:t xml:space="preserve"> where imaged. Due to acoustic shadowing and signal loss unable to grade any focal stenosis. </w:t>
            </w:r>
          </w:p>
          <w:p w:rsidR="00F05EA0" w:rsidRDefault="00F05EA0" w:rsidP="00F05EA0">
            <w:pPr>
              <w:jc w:val="both"/>
              <w:rPr>
                <w:lang w:val="en-GB"/>
              </w:rPr>
            </w:pPr>
          </w:p>
          <w:p w:rsidR="00772DA6" w:rsidRDefault="00F05EA0" w:rsidP="00F05EA0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PTA was noted to have no colour or Doppler flow detected to the distal calf, suggestive of total occlusion.</w:t>
            </w:r>
            <w:r w:rsidR="00772DA6">
              <w:rPr>
                <w:lang w:val="en-GB"/>
              </w:rPr>
              <w:t xml:space="preserve"> The vessel reforms with hypereamic waveforms noted. </w:t>
            </w:r>
          </w:p>
          <w:p w:rsidR="00F05EA0" w:rsidRDefault="00F05EA0" w:rsidP="00F05EA0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 </w:t>
            </w:r>
          </w:p>
          <w:p w:rsidR="00772DA6" w:rsidRPr="00F05EA0" w:rsidRDefault="00772DA6" w:rsidP="00F05EA0">
            <w:pPr>
              <w:jc w:val="both"/>
              <w:rPr>
                <w:b/>
                <w:u w:val="single"/>
                <w:lang w:val="en-GB"/>
              </w:rPr>
            </w:pPr>
            <w:r>
              <w:rPr>
                <w:lang w:val="en-GB"/>
              </w:rPr>
              <w:t>The ATA/DPA appears diffusely narrowed however biphasic waveforms are noted.</w:t>
            </w: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Pr="005F46F7" w:rsidRDefault="009D4370" w:rsidP="009D4370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5F46F7">
              <w:rPr>
                <w:sz w:val="21"/>
                <w:szCs w:val="21"/>
              </w:rPr>
              <w:t>Conclusion:</w:t>
            </w:r>
          </w:p>
          <w:p w:rsidR="009D4370" w:rsidRDefault="009D4370" w:rsidP="009D4370">
            <w:pPr>
              <w:pStyle w:val="CUSTOMColumnText"/>
            </w:pPr>
            <w:r w:rsidRPr="005F46F7">
              <w:rPr>
                <w:sz w:val="21"/>
                <w:szCs w:val="21"/>
              </w:rPr>
              <w:fldChar w:fldCharType="begin"/>
            </w:r>
            <w:r w:rsidRPr="005F46F7">
              <w:rPr>
                <w:sz w:val="21"/>
                <w:szCs w:val="21"/>
              </w:rPr>
              <w:instrText xml:space="preserve"> MACROBUTTON  NoMacro [Insert Here] </w:instrText>
            </w:r>
            <w:r w:rsidRPr="005F46F7">
              <w:rPr>
                <w:sz w:val="21"/>
                <w:szCs w:val="21"/>
              </w:rPr>
              <w:fldChar w:fldCharType="end"/>
            </w:r>
          </w:p>
        </w:tc>
      </w:tr>
    </w:tbl>
    <w:p w:rsidR="00F97841" w:rsidRDefault="00F97841" w:rsidP="008C4F7F">
      <w:pPr>
        <w:pStyle w:val="CUSTOMNormal"/>
      </w:pPr>
    </w:p>
    <w:sectPr w:rsidR="00F97841" w:rsidSect="005F46F7">
      <w:headerReference w:type="default" r:id="rId8"/>
      <w:headerReference w:type="first" r:id="rId9"/>
      <w:footerReference w:type="first" r:id="rId10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C4D" w:rsidRDefault="000F7C4D" w:rsidP="005748E3">
      <w:r>
        <w:separator/>
      </w:r>
    </w:p>
  </w:endnote>
  <w:endnote w:type="continuationSeparator" w:id="0">
    <w:p w:rsidR="000F7C4D" w:rsidRDefault="000F7C4D" w:rsidP="0057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772DA6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F68CF4D">
              <wp:simplePos x="0" y="0"/>
              <wp:positionH relativeFrom="column">
                <wp:posOffset>269875</wp:posOffset>
              </wp:positionH>
              <wp:positionV relativeFrom="paragraph">
                <wp:posOffset>-1192530</wp:posOffset>
              </wp:positionV>
              <wp:extent cx="6003925" cy="419100"/>
              <wp:effectExtent l="10160" t="13335" r="0" b="15240"/>
              <wp:wrapNone/>
              <wp:docPr id="1" name="Group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10" name="Group 92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11" name="Group 93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12" name="Rectangle 9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9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076E6" w:rsidRPr="00734451" w:rsidRDefault="005076E6" w:rsidP="005076E6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96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15" name="Rectangle 97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076E6" w:rsidRPr="00734451" w:rsidRDefault="005076E6" w:rsidP="005076E6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7" name="Group 99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8" name="Group 100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9" name="AutoShape 10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AutoShape 10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1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076E6" w:rsidRPr="00734451" w:rsidRDefault="005076E6" w:rsidP="005076E6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04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40" name="Group 105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41" name="Rectangle 106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2" name="Text Box 10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076E6" w:rsidRPr="00734451" w:rsidRDefault="005076E6" w:rsidP="005076E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43" name="Group 108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144" name="AutoShape 10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5" name="Text Box 11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076E6" w:rsidRPr="00734451" w:rsidRDefault="005076E6" w:rsidP="005076E6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1" o:spid="_x0000_s1031" style="position:absolute;margin-left:21.25pt;margin-top:-93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">
              <v:group id="Group 92" o:spid="_x0000_s1032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93" o:spid="_x0000_s1033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94" o:spid="_x0000_s1034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5" o:spid="_x0000_s1035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5076E6" w:rsidRPr="00734451" w:rsidRDefault="005076E6" w:rsidP="005076E6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Black colour fill indicates stenosis or occlusion</w:t>
                          </w:r>
                        </w:p>
                      </w:txbxContent>
                    </v:textbox>
                  </v:shape>
                </v:group>
                <v:group id="Group 96" o:spid="_x0000_s1036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97" o:spid="_x0000_s1037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98" o:spid="_x0000_s1038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5076E6" w:rsidRPr="00734451" w:rsidRDefault="005076E6" w:rsidP="005076E6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99" o:spid="_x0000_s1039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100" o:spid="_x0000_s1040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1" o:spid="_x0000_s1041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102" o:spid="_x0000_s1042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103" o:spid="_x0000_s1043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5076E6" w:rsidRPr="00734451" w:rsidRDefault="005076E6" w:rsidP="005076E6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04" o:spid="_x0000_s1044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05" o:spid="_x0000_s1045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106" o:spid="_x0000_s1046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107" o:spid="_x0000_s1047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5076E6" w:rsidRPr="00734451" w:rsidRDefault="005076E6" w:rsidP="005076E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box indicates acoustic shadowing from calcification</w:t>
                            </w:r>
                          </w:p>
                        </w:txbxContent>
                      </v:textbox>
                    </v:shape>
                  </v:group>
                  <v:group id="Group 108" o:spid="_x0000_s1048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109" o:spid="_x0000_s1049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110" o:spid="_x0000_s1050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5076E6" w:rsidRPr="00734451" w:rsidRDefault="005076E6" w:rsidP="005076E6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7F68CF4E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C4D" w:rsidRDefault="000F7C4D" w:rsidP="005748E3">
      <w:r>
        <w:separator/>
      </w:r>
    </w:p>
  </w:footnote>
  <w:footnote w:type="continuationSeparator" w:id="0">
    <w:p w:rsidR="000F7C4D" w:rsidRDefault="000F7C4D" w:rsidP="0057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772DA6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7F68CF47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4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5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16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7F68CF48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7F68CF49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772DA6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1" layoutInCell="0" allowOverlap="1" wp14:anchorId="67AC7E00">
          <wp:simplePos x="0" y="0"/>
          <wp:positionH relativeFrom="page">
            <wp:posOffset>2899410</wp:posOffset>
          </wp:positionH>
          <wp:positionV relativeFrom="page">
            <wp:posOffset>3350260</wp:posOffset>
          </wp:positionV>
          <wp:extent cx="1663065" cy="5583555"/>
          <wp:effectExtent l="0" t="0" r="0" b="0"/>
          <wp:wrapNone/>
          <wp:docPr id="131" name="Picture 131" descr="Right_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1" descr="Right_2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61" r="35503"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5835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7F68CF4B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17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8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19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7F68CF4C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>
      <o:colormru v:ext="edit" colors="#ddd,silver"/>
      <o:colormenu v:ext="edit" fillcolor="none [3069]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C4D"/>
    <w:rsid w:val="00000CAF"/>
    <w:rsid w:val="00002C57"/>
    <w:rsid w:val="0002322E"/>
    <w:rsid w:val="00030ECC"/>
    <w:rsid w:val="00033B0B"/>
    <w:rsid w:val="00044A92"/>
    <w:rsid w:val="00047E48"/>
    <w:rsid w:val="0006170F"/>
    <w:rsid w:val="00066350"/>
    <w:rsid w:val="00075B57"/>
    <w:rsid w:val="00095E0A"/>
    <w:rsid w:val="000B1F8C"/>
    <w:rsid w:val="000C302A"/>
    <w:rsid w:val="000D03AD"/>
    <w:rsid w:val="000D0D64"/>
    <w:rsid w:val="000D12F2"/>
    <w:rsid w:val="000E220B"/>
    <w:rsid w:val="000F7C4D"/>
    <w:rsid w:val="00104C0C"/>
    <w:rsid w:val="0014708E"/>
    <w:rsid w:val="00156E8E"/>
    <w:rsid w:val="00186F8F"/>
    <w:rsid w:val="00191142"/>
    <w:rsid w:val="001A0461"/>
    <w:rsid w:val="001A7AF4"/>
    <w:rsid w:val="001C0F37"/>
    <w:rsid w:val="001C2A3A"/>
    <w:rsid w:val="001C3912"/>
    <w:rsid w:val="001D3461"/>
    <w:rsid w:val="001F44A2"/>
    <w:rsid w:val="00210977"/>
    <w:rsid w:val="00226007"/>
    <w:rsid w:val="0023354F"/>
    <w:rsid w:val="002739C8"/>
    <w:rsid w:val="002867C0"/>
    <w:rsid w:val="002932DD"/>
    <w:rsid w:val="00293ED4"/>
    <w:rsid w:val="002A016B"/>
    <w:rsid w:val="002C6A41"/>
    <w:rsid w:val="002D4419"/>
    <w:rsid w:val="002D613D"/>
    <w:rsid w:val="002D7122"/>
    <w:rsid w:val="002E04BC"/>
    <w:rsid w:val="00304C4D"/>
    <w:rsid w:val="003234AA"/>
    <w:rsid w:val="00324212"/>
    <w:rsid w:val="00352F64"/>
    <w:rsid w:val="003747AD"/>
    <w:rsid w:val="00380B46"/>
    <w:rsid w:val="00382C7D"/>
    <w:rsid w:val="00384449"/>
    <w:rsid w:val="003909B4"/>
    <w:rsid w:val="00394CF1"/>
    <w:rsid w:val="003A6622"/>
    <w:rsid w:val="003B67C6"/>
    <w:rsid w:val="003C0B62"/>
    <w:rsid w:val="003E131B"/>
    <w:rsid w:val="003E1E07"/>
    <w:rsid w:val="003F7EB7"/>
    <w:rsid w:val="0040168D"/>
    <w:rsid w:val="004071DB"/>
    <w:rsid w:val="00411FD4"/>
    <w:rsid w:val="004353A0"/>
    <w:rsid w:val="004409AA"/>
    <w:rsid w:val="004520A0"/>
    <w:rsid w:val="00477D62"/>
    <w:rsid w:val="004A3BCC"/>
    <w:rsid w:val="004C122B"/>
    <w:rsid w:val="004E0025"/>
    <w:rsid w:val="004E1746"/>
    <w:rsid w:val="004E3E95"/>
    <w:rsid w:val="004F4E3F"/>
    <w:rsid w:val="005042CB"/>
    <w:rsid w:val="005060EC"/>
    <w:rsid w:val="005076E6"/>
    <w:rsid w:val="00525F48"/>
    <w:rsid w:val="00543410"/>
    <w:rsid w:val="00543DEF"/>
    <w:rsid w:val="00552A95"/>
    <w:rsid w:val="005534C2"/>
    <w:rsid w:val="005606F1"/>
    <w:rsid w:val="005748E3"/>
    <w:rsid w:val="00575A29"/>
    <w:rsid w:val="00580AB2"/>
    <w:rsid w:val="005947E5"/>
    <w:rsid w:val="00596D0F"/>
    <w:rsid w:val="005B2430"/>
    <w:rsid w:val="005C197D"/>
    <w:rsid w:val="005D4909"/>
    <w:rsid w:val="005E594C"/>
    <w:rsid w:val="005E5F50"/>
    <w:rsid w:val="005F46F7"/>
    <w:rsid w:val="00601B30"/>
    <w:rsid w:val="00615B7D"/>
    <w:rsid w:val="00624106"/>
    <w:rsid w:val="00632733"/>
    <w:rsid w:val="00644C5F"/>
    <w:rsid w:val="00656DF2"/>
    <w:rsid w:val="0067732A"/>
    <w:rsid w:val="006D3CE8"/>
    <w:rsid w:val="00701D82"/>
    <w:rsid w:val="007102C1"/>
    <w:rsid w:val="007112FB"/>
    <w:rsid w:val="00721A7D"/>
    <w:rsid w:val="00757B16"/>
    <w:rsid w:val="00772DA6"/>
    <w:rsid w:val="0078169E"/>
    <w:rsid w:val="00803E28"/>
    <w:rsid w:val="00804042"/>
    <w:rsid w:val="00811182"/>
    <w:rsid w:val="00813362"/>
    <w:rsid w:val="00826BA1"/>
    <w:rsid w:val="00854725"/>
    <w:rsid w:val="00880184"/>
    <w:rsid w:val="00893153"/>
    <w:rsid w:val="008A7D65"/>
    <w:rsid w:val="008B3BF4"/>
    <w:rsid w:val="008B3C2A"/>
    <w:rsid w:val="008C4F7F"/>
    <w:rsid w:val="008E77CD"/>
    <w:rsid w:val="0090284E"/>
    <w:rsid w:val="00907CF4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E0202"/>
    <w:rsid w:val="009F19EF"/>
    <w:rsid w:val="009F70D4"/>
    <w:rsid w:val="00A04256"/>
    <w:rsid w:val="00A078E6"/>
    <w:rsid w:val="00A43026"/>
    <w:rsid w:val="00A46516"/>
    <w:rsid w:val="00A62728"/>
    <w:rsid w:val="00A90B05"/>
    <w:rsid w:val="00A90F95"/>
    <w:rsid w:val="00AA2AD4"/>
    <w:rsid w:val="00AB09A7"/>
    <w:rsid w:val="00AB7058"/>
    <w:rsid w:val="00B03018"/>
    <w:rsid w:val="00B108A5"/>
    <w:rsid w:val="00B14AFB"/>
    <w:rsid w:val="00B35F22"/>
    <w:rsid w:val="00B415C1"/>
    <w:rsid w:val="00B41898"/>
    <w:rsid w:val="00B433C6"/>
    <w:rsid w:val="00B43DCC"/>
    <w:rsid w:val="00B44D5F"/>
    <w:rsid w:val="00B734E8"/>
    <w:rsid w:val="00B73F68"/>
    <w:rsid w:val="00B87660"/>
    <w:rsid w:val="00BA1BE3"/>
    <w:rsid w:val="00BB3059"/>
    <w:rsid w:val="00BC5836"/>
    <w:rsid w:val="00BE046B"/>
    <w:rsid w:val="00BF3A2C"/>
    <w:rsid w:val="00C003DC"/>
    <w:rsid w:val="00C14503"/>
    <w:rsid w:val="00C24FD1"/>
    <w:rsid w:val="00C36AA5"/>
    <w:rsid w:val="00C44E9D"/>
    <w:rsid w:val="00C64AE2"/>
    <w:rsid w:val="00C71224"/>
    <w:rsid w:val="00C877D8"/>
    <w:rsid w:val="00C90BFA"/>
    <w:rsid w:val="00C943BB"/>
    <w:rsid w:val="00CB3119"/>
    <w:rsid w:val="00D065FF"/>
    <w:rsid w:val="00D35CC3"/>
    <w:rsid w:val="00D86277"/>
    <w:rsid w:val="00D94904"/>
    <w:rsid w:val="00D971A0"/>
    <w:rsid w:val="00DC01AB"/>
    <w:rsid w:val="00DC47D6"/>
    <w:rsid w:val="00DC5770"/>
    <w:rsid w:val="00DD0B20"/>
    <w:rsid w:val="00DF1634"/>
    <w:rsid w:val="00DF1DE9"/>
    <w:rsid w:val="00E32912"/>
    <w:rsid w:val="00E339E8"/>
    <w:rsid w:val="00E4100D"/>
    <w:rsid w:val="00E463E3"/>
    <w:rsid w:val="00E6169F"/>
    <w:rsid w:val="00E711E6"/>
    <w:rsid w:val="00E73447"/>
    <w:rsid w:val="00E87051"/>
    <w:rsid w:val="00EA5C7C"/>
    <w:rsid w:val="00ED22A6"/>
    <w:rsid w:val="00ED45C7"/>
    <w:rsid w:val="00F028B5"/>
    <w:rsid w:val="00F02F77"/>
    <w:rsid w:val="00F05EA0"/>
    <w:rsid w:val="00F071E8"/>
    <w:rsid w:val="00F118E7"/>
    <w:rsid w:val="00F16C76"/>
    <w:rsid w:val="00F3457B"/>
    <w:rsid w:val="00F3756B"/>
    <w:rsid w:val="00F959B6"/>
    <w:rsid w:val="00F97841"/>
    <w:rsid w:val="00FA7ABC"/>
    <w:rsid w:val="00FB6537"/>
    <w:rsid w:val="00FD5490"/>
    <w:rsid w:val="00FE1407"/>
    <w:rsid w:val="00FF3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ddd,silver"/>
      <o:colormenu v:ext="edit" fillcolor="none [3069]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A0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A0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y%20Reports\Arterial%20-%20Right%20Leg\Right%20Lower%20Limb%20-%20Arterial%20Duple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D2B7B-28E2-42E4-941C-9D686B97F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Right Lower Limb - Arterial Duplex</Template>
  <TotalTime>30</TotalTime>
  <Pages>2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Sims</dc:creator>
  <cp:lastModifiedBy>Daniel Sims</cp:lastModifiedBy>
  <cp:revision>2</cp:revision>
  <cp:lastPrinted>2019-01-18T11:11:00Z</cp:lastPrinted>
  <dcterms:created xsi:type="dcterms:W3CDTF">2019-07-30T09:45:00Z</dcterms:created>
  <dcterms:modified xsi:type="dcterms:W3CDTF">2019-10-15T09:45:00Z</dcterms:modified>
</cp:coreProperties>
</file>